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suspendue</w:t>
      </w:r>
      <w:r w:rsidR="003653E1">
        <w:rPr>
          <w:rFonts w:ascii="Arial" w:hAnsi="Arial" w:cs="Arial"/>
          <w:lang w:val="fr-FR"/>
        </w:rPr>
        <w:t xml:space="preserve"> avec dimensions de raccordement selon </w:t>
      </w:r>
      <w:r w:rsidR="00C27F1D">
        <w:rPr>
          <w:rFonts w:ascii="Arial" w:hAnsi="Arial" w:cs="Arial"/>
          <w:lang w:val="fr-FR"/>
        </w:rPr>
        <w:t xml:space="preserve">NBN </w:t>
      </w:r>
      <w:r w:rsidR="003653E1">
        <w:rPr>
          <w:rFonts w:ascii="Arial" w:hAnsi="Arial" w:cs="Arial"/>
          <w:lang w:val="fr-FR"/>
        </w:rPr>
        <w:t>EN 33:2011</w:t>
      </w:r>
      <w:r w:rsidR="00B40A3F">
        <w:rPr>
          <w:rFonts w:ascii="Arial" w:hAnsi="Arial" w:cs="Arial"/>
          <w:lang w:val="fr-FR"/>
        </w:rPr>
        <w:t xml:space="preserve"> </w:t>
      </w:r>
      <w:r w:rsidR="005A1470">
        <w:rPr>
          <w:rFonts w:ascii="Arial" w:hAnsi="Arial" w:cs="Arial"/>
          <w:lang w:val="fr-FR"/>
        </w:rPr>
        <w:t>:</w:t>
      </w:r>
    </w:p>
    <w:p w14:paraId="05086975" w14:textId="77777777" w:rsidR="003653E1" w:rsidRPr="00A0780F" w:rsidRDefault="003653E1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</w:t>
      </w:r>
      <w:r w:rsidR="008A1870"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FR"/>
        </w:rPr>
        <w:t xml:space="preserve">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 w:rsidR="0003064C"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 w:rsidR="0003064C">
        <w:rPr>
          <w:rFonts w:ascii="Arial" w:hAnsi="Arial" w:cs="Arial"/>
          <w:lang w:val="fr-FR"/>
        </w:rPr>
        <w:t>, …)</w:t>
      </w:r>
    </w:p>
    <w:p w14:paraId="2EC272E4" w14:textId="77777777" w:rsidR="00A0780F" w:rsidRPr="003653E1" w:rsidRDefault="004175C6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6415F305" w:rsidR="0029107D" w:rsidRDefault="0029107D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l'élément de montage </w:t>
      </w:r>
      <w:r w:rsidR="0003064C">
        <w:rPr>
          <w:rFonts w:ascii="Arial" w:hAnsi="Arial" w:cs="Arial"/>
          <w:lang w:val="fr-FR"/>
        </w:rPr>
        <w:t>possède</w:t>
      </w:r>
      <w:r>
        <w:rPr>
          <w:rFonts w:ascii="Arial" w:hAnsi="Arial" w:cs="Arial"/>
          <w:lang w:val="fr-FR"/>
        </w:rPr>
        <w:t xml:space="preserve"> des fixations murales </w:t>
      </w:r>
      <w:r w:rsidR="00531552">
        <w:rPr>
          <w:rFonts w:ascii="Arial" w:hAnsi="Arial" w:cs="Arial"/>
          <w:lang w:val="fr-FR"/>
        </w:rPr>
        <w:t xml:space="preserve">qui </w:t>
      </w:r>
      <w:r w:rsidR="00D47570">
        <w:rPr>
          <w:rFonts w:ascii="Arial" w:hAnsi="Arial" w:cs="Arial"/>
          <w:lang w:val="fr-FR"/>
        </w:rPr>
        <w:t>sont orientables sur 360°</w:t>
      </w:r>
    </w:p>
    <w:p w14:paraId="62DD18F6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71389CE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39A8804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7A60D5AB" w14:textId="4E74245B" w:rsidR="004175C6" w:rsidRPr="00AB4117" w:rsidRDefault="004175C6" w:rsidP="004175C6">
      <w:pPr>
        <w:pStyle w:val="Bulleted2"/>
        <w:rPr>
          <w:rFonts w:ascii="Arial" w:hAnsi="Arial"/>
          <w:lang w:val="fr-FR"/>
        </w:rPr>
      </w:pPr>
      <w:r w:rsidRPr="00AB4117">
        <w:rPr>
          <w:rFonts w:ascii="Arial" w:hAnsi="Arial"/>
          <w:lang w:val="fr-FR"/>
        </w:rPr>
        <w:t>réservoir de chasse à encastrer</w:t>
      </w:r>
      <w:r w:rsidR="003C7987" w:rsidRPr="00AB4117">
        <w:rPr>
          <w:rFonts w:ascii="Arial" w:hAnsi="Arial"/>
          <w:lang w:val="fr-FR"/>
        </w:rPr>
        <w:t xml:space="preserve"> </w:t>
      </w:r>
      <w:r w:rsidRPr="00AB4117">
        <w:rPr>
          <w:rFonts w:ascii="Arial" w:hAnsi="Arial"/>
          <w:lang w:val="fr-FR"/>
        </w:rPr>
        <w:t xml:space="preserve">: </w:t>
      </w:r>
      <w:r w:rsidR="00AB4117">
        <w:rPr>
          <w:rFonts w:ascii="Arial" w:hAnsi="Arial"/>
          <w:lang w:val="fr-FR"/>
        </w:rPr>
        <w:br/>
      </w:r>
      <w:r w:rsidRPr="00AB4117">
        <w:rPr>
          <w:rFonts w:ascii="Arial" w:hAnsi="Arial"/>
          <w:lang w:val="fr-FR"/>
        </w:rPr>
        <w:t xml:space="preserve">voir </w:t>
      </w:r>
      <w:r w:rsidR="00F04D55">
        <w:rPr>
          <w:rFonts w:ascii="Arial" w:hAnsi="Arial"/>
          <w:lang w:val="fr-FR"/>
        </w:rPr>
        <w:t>DESCRIPTION DETAILLEE DU RESERVOIR DE CHASSE A ENCASTRER</w:t>
      </w:r>
    </w:p>
    <w:p w14:paraId="6FF2079D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F733CD">
        <w:rPr>
          <w:rFonts w:ascii="Arial" w:hAnsi="Arial"/>
          <w:b/>
          <w:u w:val="none"/>
        </w:rPr>
        <w:t>x</w:t>
      </w:r>
      <w:proofErr w:type="spellEnd"/>
    </w:p>
    <w:p w14:paraId="30DC7CCE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5ACB505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276414" w:rsidRPr="00234F4A">
        <w:rPr>
          <w:rFonts w:ascii="Arial" w:hAnsi="Arial"/>
          <w:lang w:val="fr-FR"/>
        </w:rPr>
        <w:t xml:space="preserve">,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 xml:space="preserve">des </w:t>
      </w:r>
      <w:r w:rsidR="00024397">
        <w:rPr>
          <w:rFonts w:ascii="Arial" w:hAnsi="Arial"/>
          <w:lang w:val="fr-FR"/>
        </w:rPr>
        <w:t>pieds supports</w:t>
      </w:r>
      <w:r w:rsidR="00234F4A" w:rsidRPr="00234F4A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fixations murales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sont zingués</w:t>
      </w:r>
    </w:p>
    <w:p w14:paraId="1DA92D8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7E453E8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110427">
        <w:rPr>
          <w:rFonts w:ascii="Arial" w:hAnsi="Arial" w:cs="Arial"/>
          <w:lang w:val="fr-FR"/>
        </w:rPr>
        <w:t xml:space="preserve"> </w:t>
      </w:r>
      <w:r w:rsidR="00731A03">
        <w:rPr>
          <w:rFonts w:ascii="Arial" w:hAnsi="Arial" w:cs="Arial"/>
          <w:lang w:val="fr-FR"/>
        </w:rPr>
        <w:t xml:space="preserve">et le coude d'évacuation </w:t>
      </w:r>
      <w:r w:rsidR="00731A03" w:rsidRPr="00F86A6E">
        <w:rPr>
          <w:rFonts w:ascii="Arial" w:hAnsi="Arial" w:cs="Arial"/>
          <w:lang w:val="fr-FR"/>
        </w:rPr>
        <w:t>(ø90</w:t>
      </w:r>
      <w:r w:rsidR="00731A03">
        <w:rPr>
          <w:rFonts w:ascii="Arial" w:hAnsi="Arial" w:cs="Arial"/>
          <w:lang w:val="fr-FR"/>
        </w:rPr>
        <w:t xml:space="preserve"> mm</w:t>
      </w:r>
      <w:r w:rsidR="00731A03" w:rsidRPr="00F86A6E">
        <w:rPr>
          <w:rFonts w:ascii="Arial" w:hAnsi="Arial" w:cs="Arial"/>
          <w:lang w:val="fr-FR"/>
        </w:rPr>
        <w:t>)</w:t>
      </w:r>
      <w:r w:rsidR="00731A03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417DC09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DD95597" w14:textId="2CD30C8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3794F941" w14:textId="4B648DF1" w:rsidR="00BC2BF6" w:rsidRPr="00F86A6E" w:rsidRDefault="00BC2BF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25B556C0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8CDD5DF" w14:textId="038E00C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D86B34">
        <w:rPr>
          <w:rFonts w:ascii="Arial" w:hAnsi="Arial" w:cs="Arial"/>
          <w:lang w:val="fr-FR"/>
        </w:rPr>
        <w:t>)</w:t>
      </w:r>
    </w:p>
    <w:p w14:paraId="4B92A8D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46468B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1142AB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2A126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B00630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F836DD">
        <w:rPr>
          <w:rFonts w:ascii="Arial" w:hAnsi="Arial" w:cs="Arial"/>
          <w:lang w:val="fr-FR"/>
        </w:rPr>
        <w:t>acoustique</w:t>
      </w:r>
    </w:p>
    <w:p w14:paraId="516660D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F9ED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6B0FBE3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601538B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BEED63D" w14:textId="1DD6E380" w:rsidR="00FF2766" w:rsidRDefault="00357A2E" w:rsidP="00FF2766">
      <w:pPr>
        <w:pStyle w:val="Bulleted1"/>
        <w:rPr>
          <w:lang w:val="fr-BE"/>
        </w:rPr>
      </w:pPr>
      <w:r>
        <w:rPr>
          <w:lang w:val="fr-FR"/>
        </w:rPr>
        <w:t xml:space="preserve">le </w:t>
      </w:r>
      <w:r w:rsidR="00FF2766">
        <w:rPr>
          <w:lang w:val="fr-FR"/>
        </w:rPr>
        <w:t>s</w:t>
      </w:r>
      <w:r w:rsidR="00FF2766" w:rsidRPr="00F86A6E">
        <w:rPr>
          <w:lang w:val="fr-FR"/>
        </w:rPr>
        <w:t>et de fixation murale</w:t>
      </w:r>
      <w:r w:rsidR="00F964A1">
        <w:rPr>
          <w:lang w:val="fr-FR"/>
        </w:rPr>
        <w:t>,</w:t>
      </w:r>
      <w:r w:rsidR="00FF2766" w:rsidRPr="00F86A6E">
        <w:rPr>
          <w:lang w:val="fr-FR"/>
        </w:rPr>
        <w:t xml:space="preserve"> pour la fixation de l'élément contre un mur</w:t>
      </w:r>
      <w:r w:rsidR="00F964A1">
        <w:rPr>
          <w:lang w:val="fr-FR"/>
        </w:rPr>
        <w:t>,</w:t>
      </w:r>
      <w:r w:rsidR="00FF2766">
        <w:rPr>
          <w:lang w:val="fr-FR"/>
        </w:rPr>
        <w:t xml:space="preserve"> </w:t>
      </w:r>
      <w:r w:rsidR="00FF2766" w:rsidRPr="00F86A6E">
        <w:rPr>
          <w:lang w:val="fr-FR"/>
        </w:rPr>
        <w:t>se compose de</w:t>
      </w:r>
      <w:r w:rsidR="00FF2766">
        <w:rPr>
          <w:lang w:val="fr-FR"/>
        </w:rPr>
        <w:t xml:space="preserve"> </w:t>
      </w:r>
      <w:r w:rsidR="00FF2766" w:rsidRPr="00C0538B">
        <w:rPr>
          <w:lang w:val="fr-BE"/>
        </w:rPr>
        <w:t>2 béquilles métalliques murales avec vis de réglage</w:t>
      </w:r>
      <w:r w:rsidR="003A3E84">
        <w:rPr>
          <w:lang w:val="fr-BE"/>
        </w:rPr>
        <w:t xml:space="preserve"> (M10)</w:t>
      </w:r>
      <w:r w:rsidR="00FF2766" w:rsidRPr="00C0538B">
        <w:rPr>
          <w:lang w:val="fr-BE"/>
        </w:rPr>
        <w:t>, ajustables en profondeur sans cran</w:t>
      </w:r>
      <w:r w:rsidR="000D00DB">
        <w:rPr>
          <w:lang w:val="fr-BE"/>
        </w:rPr>
        <w:t>,</w:t>
      </w:r>
      <w:r w:rsidR="003A3E84">
        <w:rPr>
          <w:lang w:val="fr-BE"/>
        </w:rPr>
        <w:t xml:space="preserve"> par le devant</w:t>
      </w:r>
      <w:r w:rsidR="00FF2766" w:rsidRPr="00C0538B">
        <w:rPr>
          <w:lang w:val="fr-BE"/>
        </w:rPr>
        <w:t>; pour le réglage de la profondeur de la cloison en applique</w:t>
      </w:r>
    </w:p>
    <w:p w14:paraId="649D945C" w14:textId="77777777" w:rsidR="003A3E84" w:rsidRDefault="003A3E84" w:rsidP="00FF2766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54"/>
      </w:tblGrid>
      <w:tr w:rsidR="0020639C" w:rsidRPr="00F86A6E" w14:paraId="4FE72572" w14:textId="77777777" w:rsidTr="003C7987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3C7987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</w:tbl>
    <w:p w14:paraId="4F0AA51D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644AA64" w14:textId="53499E76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A50F06E" w14:textId="0CFE047B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FE92B7" w14:textId="291E7D33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B5D1B7" w14:textId="073B1833" w:rsidR="00E2608B" w:rsidRP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EEEE1EE" w14:textId="6D5E2D24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27DCAAF" w14:textId="77777777" w:rsidR="00E2608B" w:rsidRPr="00E2608B" w:rsidRDefault="00E2608B" w:rsidP="00E2608B">
      <w:pPr>
        <w:pStyle w:val="Heading1"/>
        <w:numPr>
          <w:ilvl w:val="0"/>
          <w:numId w:val="27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7ED54CA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57EA7B88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991FABA" w14:textId="77777777" w:rsidR="00E2608B" w:rsidRPr="00F86A6E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504CA81B" w14:textId="77777777" w:rsidR="00E2608B" w:rsidRPr="00A90015" w:rsidRDefault="00E2608B" w:rsidP="00E2608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27D9FB49" w14:textId="77777777" w:rsidR="00E2608B" w:rsidRPr="00981C24" w:rsidRDefault="00E2608B" w:rsidP="00E2608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7089F370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774CFA4F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F2B94D2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5F91A5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6073BA6B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52C373A9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F38FD9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3865C34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302505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D00A1D" w14:textId="77777777" w:rsidR="00E2608B" w:rsidRPr="00702017" w:rsidRDefault="00E2608B" w:rsidP="00E2608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A2100CF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F28CBDA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B217569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2DA229D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12CF2A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7464E12D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D1F819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CBC776C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053E28B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CAD2DC7" w14:textId="77777777" w:rsidR="00E2608B" w:rsidRPr="00075563" w:rsidRDefault="00E2608B" w:rsidP="00E2608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AC20CB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16E0DF6" w14:textId="77777777" w:rsidR="00E2608B" w:rsidRPr="00783921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61A758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1B89BE" w14:textId="77777777" w:rsidR="00E2608B" w:rsidRPr="00546B3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B8025B9" w14:textId="77777777" w:rsidR="00E2608B" w:rsidRPr="0005309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0E341309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ECAF82A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4B9F506E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39DD587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7B979229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0CF334C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27EF9C9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570641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E2608B" w:rsidRPr="00536442" w14:paraId="3B249854" w14:textId="77777777" w:rsidTr="0063269E">
        <w:tc>
          <w:tcPr>
            <w:tcW w:w="1441" w:type="dxa"/>
          </w:tcPr>
          <w:p w14:paraId="5B97AFD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5417A1F" w14:textId="77777777" w:rsidR="00E2608B" w:rsidRPr="002569CC" w:rsidRDefault="00E2608B" w:rsidP="0063269E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BF6E37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980E46E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84381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DD262C9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E2608B" w:rsidRPr="00536442" w14:paraId="0EBD4CB7" w14:textId="77777777" w:rsidTr="0063269E">
        <w:tc>
          <w:tcPr>
            <w:tcW w:w="1441" w:type="dxa"/>
          </w:tcPr>
          <w:p w14:paraId="05F4AA28" w14:textId="77777777" w:rsidR="00E2608B" w:rsidRPr="00493562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63079A1" w14:textId="77777777" w:rsidR="00E2608B" w:rsidRPr="00493562" w:rsidRDefault="00E2608B" w:rsidP="006326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CB6D8B3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DA4223E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C28ED9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EEEEB14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E2608B" w:rsidRPr="00F86A6E" w14:paraId="7B2253DB" w14:textId="77777777" w:rsidTr="0063269E">
        <w:tc>
          <w:tcPr>
            <w:tcW w:w="1441" w:type="dxa"/>
          </w:tcPr>
          <w:p w14:paraId="0F34B1E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9A4901" w14:textId="77777777" w:rsidR="00E2608B" w:rsidRPr="00F86A6E" w:rsidRDefault="00E2608B" w:rsidP="0063269E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00EF93E4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9544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AF37925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97B52C0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0F6BB6F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9FA1D78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146A" w:rsidRPr="00A75548" w14:paraId="3FC558A7" w14:textId="77777777" w:rsidTr="00592EB0">
        <w:trPr>
          <w:trHeight w:hRule="exact" w:val="3402"/>
        </w:trPr>
        <w:tc>
          <w:tcPr>
            <w:tcW w:w="3341" w:type="dxa"/>
            <w:vAlign w:val="bottom"/>
          </w:tcPr>
          <w:p w14:paraId="1706A12E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00EC38F" wp14:editId="21710637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46215DC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808277A" wp14:editId="3BDF2F57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1ED82F1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C27E309" wp14:editId="213DC695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E6D750" w14:textId="7777777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5A3602E5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14ED" w14:textId="77777777" w:rsidR="008E0B16" w:rsidRDefault="008E0B16">
      <w:r>
        <w:separator/>
      </w:r>
    </w:p>
  </w:endnote>
  <w:endnote w:type="continuationSeparator" w:id="0">
    <w:p w14:paraId="2071218A" w14:textId="77777777" w:rsidR="008E0B16" w:rsidRDefault="008E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4CCC1A99" w:rsidR="007C7FFA" w:rsidRDefault="00552888" w:rsidP="00C742E4">
          <w:pPr>
            <w:pStyle w:val="Footer"/>
          </w:pPr>
          <w:r>
            <w:t>Version 0</w:t>
          </w:r>
          <w:r w:rsidR="00C51B13">
            <w:t>2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3A90" w14:textId="77777777" w:rsidR="008E0B16" w:rsidRDefault="008E0B16">
      <w:r>
        <w:separator/>
      </w:r>
    </w:p>
  </w:footnote>
  <w:footnote w:type="continuationSeparator" w:id="0">
    <w:p w14:paraId="1A47C14F" w14:textId="77777777" w:rsidR="008E0B16" w:rsidRDefault="008E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07796E" w:rsidRPr="00F86A6E">
      <w:rPr>
        <w:rFonts w:ascii="Arial" w:hAnsi="Arial" w:cs="Arial"/>
        <w:b/>
        <w:bCs/>
        <w:lang w:val="fr-FR"/>
      </w:rPr>
      <w:t>S</w:t>
    </w:r>
    <w:r w:rsidR="00A86C4C" w:rsidRPr="00F86A6E">
      <w:rPr>
        <w:rFonts w:ascii="Arial" w:hAnsi="Arial" w:cs="Arial"/>
        <w:b/>
        <w:bCs/>
        <w:lang w:val="fr-FR"/>
      </w:rPr>
      <w:t>ystemfix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8E3B3-F9E1-4212-8E17-F7D4CC13FCF0}"/>
</file>

<file path=customXml/itemProps3.xml><?xml version="1.0" encoding="utf-8"?>
<ds:datastoreItem xmlns:ds="http://schemas.openxmlformats.org/officeDocument/2006/customXml" ds:itemID="{AE05C331-7560-4B8A-A8CB-2678BA36D98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4</Pages>
  <Words>1108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2023-11-27T14:30:00Z</dcterms:created>
  <dcterms:modified xsi:type="dcterms:W3CDTF">2023-12-05T13:40:00Z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